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61992A" w14:textId="5C9185DD" w:rsidR="003C697E" w:rsidRPr="00D00E55" w:rsidRDefault="00ED24D9" w:rsidP="003C697E">
      <w:pPr>
        <w:rPr>
          <w:rFonts w:cs="Arial"/>
          <w:sz w:val="21"/>
          <w:szCs w:val="21"/>
        </w:rPr>
      </w:pPr>
      <w:r>
        <w:rPr>
          <w:rFonts w:cs="Arial"/>
          <w:sz w:val="21"/>
          <w:szCs w:val="21"/>
        </w:rPr>
        <w:t>Transpordi</w:t>
      </w:r>
      <w:r w:rsidR="003C697E" w:rsidRPr="00D00E55">
        <w:rPr>
          <w:rFonts w:cs="Arial"/>
          <w:sz w:val="21"/>
          <w:szCs w:val="21"/>
        </w:rPr>
        <w:t xml:space="preserve">amet </w:t>
      </w:r>
    </w:p>
    <w:p w14:paraId="2D3D9934" w14:textId="60BAF812" w:rsidR="003C697E" w:rsidRPr="00D00E55" w:rsidRDefault="003C697E" w:rsidP="003C697E">
      <w:pPr>
        <w:rPr>
          <w:rFonts w:cs="Arial"/>
          <w:sz w:val="21"/>
          <w:szCs w:val="21"/>
        </w:rPr>
      </w:pPr>
      <w:r w:rsidRPr="00D00E55">
        <w:rPr>
          <w:rFonts w:cs="Arial"/>
          <w:sz w:val="21"/>
          <w:szCs w:val="21"/>
        </w:rPr>
        <w:t xml:space="preserve">maantee@mnt.ee </w:t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Pr="00D00E55">
        <w:rPr>
          <w:rFonts w:cs="Arial"/>
          <w:sz w:val="21"/>
          <w:szCs w:val="21"/>
        </w:rPr>
        <w:tab/>
      </w:r>
      <w:r w:rsidR="00F40BF6">
        <w:rPr>
          <w:rFonts w:cs="Arial"/>
          <w:sz w:val="21"/>
          <w:szCs w:val="21"/>
        </w:rPr>
        <w:t xml:space="preserve">      </w:t>
      </w:r>
      <w:r w:rsidRPr="00D00E55">
        <w:rPr>
          <w:rFonts w:cs="Arial"/>
          <w:sz w:val="21"/>
          <w:szCs w:val="21"/>
        </w:rPr>
        <w:t xml:space="preserve">Meie: </w:t>
      </w:r>
      <w:r w:rsidR="00CE27FB">
        <w:rPr>
          <w:rFonts w:cs="Arial"/>
          <w:sz w:val="21"/>
          <w:szCs w:val="21"/>
        </w:rPr>
        <w:t>2</w:t>
      </w:r>
      <w:r w:rsidR="001B0C18">
        <w:rPr>
          <w:rFonts w:cs="Arial"/>
          <w:sz w:val="21"/>
          <w:szCs w:val="21"/>
        </w:rPr>
        <w:t>6</w:t>
      </w:r>
      <w:r w:rsidR="00AC4D45" w:rsidRPr="00D00E55">
        <w:rPr>
          <w:rFonts w:cs="Arial"/>
          <w:sz w:val="21"/>
          <w:szCs w:val="21"/>
        </w:rPr>
        <w:t>.</w:t>
      </w:r>
      <w:r w:rsidR="00402262">
        <w:rPr>
          <w:rFonts w:cs="Arial"/>
          <w:sz w:val="21"/>
          <w:szCs w:val="21"/>
        </w:rPr>
        <w:t>0</w:t>
      </w:r>
      <w:r w:rsidR="005952C9">
        <w:rPr>
          <w:rFonts w:cs="Arial"/>
          <w:sz w:val="21"/>
          <w:szCs w:val="21"/>
        </w:rPr>
        <w:t>1</w:t>
      </w:r>
      <w:r w:rsidR="00AC4D45" w:rsidRPr="00D00E55">
        <w:rPr>
          <w:rFonts w:cs="Arial"/>
          <w:sz w:val="21"/>
          <w:szCs w:val="21"/>
        </w:rPr>
        <w:t>.202</w:t>
      </w:r>
      <w:r w:rsidR="00402262">
        <w:rPr>
          <w:rFonts w:cs="Arial"/>
          <w:sz w:val="21"/>
          <w:szCs w:val="21"/>
        </w:rPr>
        <w:t>4</w:t>
      </w:r>
      <w:r w:rsidR="00AC4D45" w:rsidRPr="00D00E55">
        <w:rPr>
          <w:rFonts w:cs="Arial"/>
          <w:sz w:val="21"/>
          <w:szCs w:val="21"/>
        </w:rPr>
        <w:t>.a nr JV-MAA-1/</w:t>
      </w:r>
      <w:r w:rsidR="005C00F7">
        <w:rPr>
          <w:rFonts w:cs="Arial"/>
          <w:sz w:val="21"/>
          <w:szCs w:val="21"/>
        </w:rPr>
        <w:t>554</w:t>
      </w:r>
    </w:p>
    <w:p w14:paraId="2F2B3B87" w14:textId="77777777" w:rsidR="003C697E" w:rsidRPr="00D00E55" w:rsidRDefault="003C697E" w:rsidP="003C697E">
      <w:pPr>
        <w:rPr>
          <w:rFonts w:cs="Arial"/>
          <w:sz w:val="21"/>
          <w:szCs w:val="21"/>
        </w:rPr>
      </w:pPr>
    </w:p>
    <w:p w14:paraId="28978981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Taotlus teemaale tehnovõrgu- ja rajatise</w:t>
      </w:r>
    </w:p>
    <w:p w14:paraId="5882DD13" w14:textId="77777777" w:rsidR="003C697E" w:rsidRPr="00D00E55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ehitamiseks ja talumiseks vajaliku kokkuleppe</w:t>
      </w:r>
    </w:p>
    <w:p w14:paraId="2F67F91F" w14:textId="77777777" w:rsidR="003C697E" w:rsidRDefault="003C697E" w:rsidP="003C697E">
      <w:pPr>
        <w:rPr>
          <w:rFonts w:cs="Arial"/>
          <w:b/>
          <w:sz w:val="21"/>
          <w:szCs w:val="21"/>
        </w:rPr>
      </w:pPr>
      <w:r w:rsidRPr="00D00E55">
        <w:rPr>
          <w:rFonts w:cs="Arial"/>
          <w:b/>
          <w:sz w:val="21"/>
          <w:szCs w:val="21"/>
        </w:rPr>
        <w:t>sõlmimiseks</w:t>
      </w:r>
    </w:p>
    <w:p w14:paraId="5F2340E4" w14:textId="77777777" w:rsidR="00B53AAB" w:rsidRPr="00D00E55" w:rsidRDefault="00B53AAB" w:rsidP="003C697E">
      <w:pPr>
        <w:rPr>
          <w:rFonts w:cs="Arial"/>
          <w:sz w:val="21"/>
          <w:szCs w:val="21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629"/>
        <w:gridCol w:w="6500"/>
      </w:tblGrid>
      <w:tr w:rsidR="003C697E" w:rsidRPr="00D00E55" w14:paraId="2764B865" w14:textId="77777777" w:rsidTr="00125920">
        <w:trPr>
          <w:trHeight w:val="417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87600E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TAOTLEJA (TEHNOVÕRGU OMANIK)</w:t>
            </w:r>
          </w:p>
          <w:p w14:paraId="720C9F3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  <w:p w14:paraId="6944D4E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0A8662E" w14:textId="77777777" w:rsidR="003C697E" w:rsidRPr="00D00E55" w:rsidRDefault="003C697E" w:rsidP="003C697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Nimi: Elektrilevi OÜ</w:t>
            </w:r>
          </w:p>
        </w:tc>
      </w:tr>
      <w:tr w:rsidR="003C697E" w:rsidRPr="00D00E55" w14:paraId="17FA1BD0" w14:textId="77777777" w:rsidTr="00125920">
        <w:trPr>
          <w:trHeight w:val="415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5E02D1A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2D32FBFE" w14:textId="77777777" w:rsidR="003C697E" w:rsidRPr="00D00E55" w:rsidRDefault="003C697E" w:rsidP="003C697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Registrikood: 11050857</w:t>
            </w:r>
          </w:p>
        </w:tc>
      </w:tr>
      <w:tr w:rsidR="003C697E" w:rsidRPr="00D00E55" w14:paraId="3750A88B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7109BA8C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D4691B6" w14:textId="721FFE35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Aadress:  </w:t>
            </w:r>
            <w:r w:rsidR="00177E7A">
              <w:rPr>
                <w:rFonts w:cs="Arial"/>
                <w:b/>
                <w:sz w:val="21"/>
                <w:szCs w:val="21"/>
              </w:rPr>
              <w:t>Veskiposti 2</w:t>
            </w:r>
            <w:r w:rsidRPr="00D00E55">
              <w:rPr>
                <w:rFonts w:cs="Arial"/>
                <w:b/>
                <w:sz w:val="21"/>
                <w:szCs w:val="21"/>
              </w:rPr>
              <w:t>, Tallinn</w:t>
            </w:r>
          </w:p>
        </w:tc>
      </w:tr>
      <w:tr w:rsidR="003C697E" w:rsidRPr="00D00E55" w14:paraId="31EF61D8" w14:textId="77777777" w:rsidTr="00125920">
        <w:trPr>
          <w:trHeight w:val="421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2C5EA388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bookmarkStart w:id="0" w:name="_Hlk38622158"/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5B45360" w14:textId="6E76C1F3" w:rsidR="003C697E" w:rsidRPr="00D00E55" w:rsidRDefault="003C697E" w:rsidP="0012592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nimi: 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 xml:space="preserve">Andra </w:t>
            </w:r>
            <w:r w:rsidR="00485EF6">
              <w:rPr>
                <w:rFonts w:cs="Arial"/>
                <w:b/>
                <w:bCs/>
                <w:sz w:val="21"/>
                <w:szCs w:val="21"/>
              </w:rPr>
              <w:t>McManus</w:t>
            </w:r>
          </w:p>
        </w:tc>
      </w:tr>
      <w:tr w:rsidR="003C697E" w:rsidRPr="00D00E55" w14:paraId="0A8E4FF4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4789586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722511B" w14:textId="423EE1C7" w:rsidR="003C697E" w:rsidRPr="00D00E55" w:rsidRDefault="003C697E" w:rsidP="00B53AAB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Vajadusel koopia lepingu allkirjastaja volikirjast, kui allkirjastamine toimub volituse alusel: 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>Volikiri_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>Sokk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>.asice</w:t>
            </w:r>
          </w:p>
        </w:tc>
      </w:tr>
      <w:bookmarkEnd w:id="0"/>
      <w:tr w:rsidR="003C697E" w:rsidRPr="00D00E55" w14:paraId="4AE848F0" w14:textId="77777777" w:rsidTr="00125920">
        <w:trPr>
          <w:trHeight w:val="272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09E00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88B1B26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Lepingu sõlmija e-posti aadress, telefoni number: </w:t>
            </w:r>
          </w:p>
          <w:p w14:paraId="2B9D418B" w14:textId="6BAB7677" w:rsidR="003C697E" w:rsidRPr="00D00E55" w:rsidRDefault="00125920" w:rsidP="00125920">
            <w:pPr>
              <w:rPr>
                <w:rFonts w:cs="Arial"/>
                <w:bCs/>
                <w:sz w:val="21"/>
                <w:szCs w:val="21"/>
              </w:rPr>
            </w:pPr>
            <w:r w:rsidRPr="00D00E55">
              <w:rPr>
                <w:rFonts w:cs="Arial"/>
                <w:bCs/>
                <w:sz w:val="21"/>
                <w:szCs w:val="21"/>
              </w:rPr>
              <w:t xml:space="preserve">Andra </w:t>
            </w:r>
            <w:r w:rsidR="00177E7A">
              <w:rPr>
                <w:rFonts w:cs="Arial"/>
                <w:bCs/>
                <w:sz w:val="21"/>
                <w:szCs w:val="21"/>
              </w:rPr>
              <w:t>McManus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@e</w:t>
            </w:r>
            <w:r w:rsidRPr="00D00E55">
              <w:rPr>
                <w:rFonts w:cs="Arial"/>
                <w:bCs/>
                <w:sz w:val="21"/>
                <w:szCs w:val="21"/>
              </w:rPr>
              <w:t>nergia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.ee, +372</w:t>
            </w:r>
            <w:r w:rsidR="003C697E" w:rsidRPr="00D00E55">
              <w:rPr>
                <w:rFonts w:cs="Arial"/>
                <w:sz w:val="21"/>
                <w:szCs w:val="21"/>
              </w:rPr>
              <w:t xml:space="preserve"> </w:t>
            </w:r>
            <w:r w:rsidRPr="00D00E55">
              <w:rPr>
                <w:rFonts w:cs="Arial"/>
                <w:sz w:val="21"/>
                <w:szCs w:val="21"/>
              </w:rPr>
              <w:t>5123441</w:t>
            </w:r>
          </w:p>
        </w:tc>
      </w:tr>
      <w:tr w:rsidR="003C697E" w:rsidRPr="00D00E55" w14:paraId="7DE9DDCA" w14:textId="77777777" w:rsidTr="00125920">
        <w:trPr>
          <w:trHeight w:val="94"/>
        </w:trPr>
        <w:tc>
          <w:tcPr>
            <w:tcW w:w="2629" w:type="dxa"/>
            <w:vMerge w:val="restart"/>
            <w:tcBorders>
              <w:right w:val="single" w:sz="4" w:space="0" w:color="auto"/>
            </w:tcBorders>
          </w:tcPr>
          <w:p w14:paraId="4C42F80D" w14:textId="77777777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TAOTLUSE MENETLEMISEL TAOTLEJA KONTAKTISIK</w:t>
            </w: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032F4E5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Isikunimi: </w:t>
            </w:r>
            <w:r w:rsidR="003F6662">
              <w:rPr>
                <w:rFonts w:cs="Arial"/>
                <w:b/>
                <w:bCs/>
                <w:sz w:val="21"/>
                <w:szCs w:val="21"/>
              </w:rPr>
              <w:t>Kaido Kivisild</w:t>
            </w:r>
          </w:p>
        </w:tc>
      </w:tr>
      <w:tr w:rsidR="003C697E" w:rsidRPr="00D00E55" w14:paraId="2B8EB1D0" w14:textId="77777777" w:rsidTr="00125920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0FEE7E1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4B687EB1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e-posti aadress, telefoni number: </w:t>
            </w:r>
          </w:p>
          <w:p w14:paraId="02D11E93" w14:textId="0CCD6C68" w:rsidR="003C697E" w:rsidRPr="00D00E55" w:rsidRDefault="003F6662" w:rsidP="003F6662">
            <w:pPr>
              <w:rPr>
                <w:rFonts w:cs="Arial"/>
                <w:sz w:val="21"/>
                <w:szCs w:val="21"/>
              </w:rPr>
            </w:pPr>
            <w:r>
              <w:rPr>
                <w:rFonts w:cs="Arial"/>
                <w:sz w:val="21"/>
                <w:szCs w:val="21"/>
              </w:rPr>
              <w:t>kaido.kivisild</w:t>
            </w:r>
            <w:r w:rsidR="003C697E" w:rsidRPr="00D00E55">
              <w:rPr>
                <w:rFonts w:cs="Arial"/>
                <w:sz w:val="21"/>
                <w:szCs w:val="21"/>
              </w:rPr>
              <w:t>@</w:t>
            </w:r>
            <w:r w:rsidR="00177E7A">
              <w:rPr>
                <w:rFonts w:cs="Arial"/>
                <w:sz w:val="21"/>
                <w:szCs w:val="21"/>
              </w:rPr>
              <w:t>energia</w:t>
            </w:r>
            <w:r w:rsidR="003C697E" w:rsidRPr="00D00E55">
              <w:rPr>
                <w:rFonts w:cs="Arial"/>
                <w:sz w:val="21"/>
                <w:szCs w:val="21"/>
              </w:rPr>
              <w:t>.ee</w:t>
            </w:r>
            <w:r w:rsidR="003C697E" w:rsidRPr="00D00E55">
              <w:rPr>
                <w:rStyle w:val="Hyperlink"/>
                <w:rFonts w:cs="Arial"/>
                <w:bCs/>
                <w:color w:val="auto"/>
                <w:sz w:val="21"/>
                <w:szCs w:val="21"/>
              </w:rPr>
              <w:t>;</w:t>
            </w:r>
            <w:r w:rsidR="003C697E" w:rsidRPr="00D00E55">
              <w:rPr>
                <w:rFonts w:cs="Arial"/>
                <w:sz w:val="21"/>
                <w:szCs w:val="21"/>
              </w:rPr>
              <w:t xml:space="preserve"> 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+372</w:t>
            </w:r>
            <w:r>
              <w:rPr>
                <w:rFonts w:cs="Arial"/>
                <w:bCs/>
                <w:sz w:val="21"/>
                <w:szCs w:val="21"/>
              </w:rPr>
              <w:t> </w:t>
            </w:r>
            <w:r w:rsidR="003C697E" w:rsidRPr="00D00E55">
              <w:rPr>
                <w:rFonts w:cs="Arial"/>
                <w:bCs/>
                <w:sz w:val="21"/>
                <w:szCs w:val="21"/>
              </w:rPr>
              <w:t>5</w:t>
            </w:r>
            <w:r>
              <w:rPr>
                <w:rFonts w:cs="Arial"/>
                <w:bCs/>
                <w:sz w:val="21"/>
                <w:szCs w:val="21"/>
              </w:rPr>
              <w:t>10 5657</w:t>
            </w:r>
          </w:p>
        </w:tc>
      </w:tr>
      <w:tr w:rsidR="003C697E" w:rsidRPr="00D00E55" w14:paraId="2FEA6E1E" w14:textId="77777777" w:rsidTr="00125920">
        <w:trPr>
          <w:trHeight w:val="93"/>
        </w:trPr>
        <w:tc>
          <w:tcPr>
            <w:tcW w:w="2629" w:type="dxa"/>
            <w:vMerge/>
            <w:tcBorders>
              <w:right w:val="single" w:sz="4" w:space="0" w:color="auto"/>
            </w:tcBorders>
          </w:tcPr>
          <w:p w14:paraId="1C484C30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auto"/>
            </w:tcBorders>
          </w:tcPr>
          <w:p w14:paraId="1C9F8CD4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Vajadusel esindusvolitus:</w:t>
            </w:r>
          </w:p>
        </w:tc>
      </w:tr>
      <w:tr w:rsidR="003C697E" w:rsidRPr="00D00E55" w14:paraId="0041B3C4" w14:textId="77777777" w:rsidTr="00125920">
        <w:trPr>
          <w:trHeight w:val="272"/>
        </w:trPr>
        <w:tc>
          <w:tcPr>
            <w:tcW w:w="2629" w:type="dxa"/>
            <w:tcBorders>
              <w:bottom w:val="single" w:sz="4" w:space="0" w:color="000000"/>
              <w:right w:val="single" w:sz="4" w:space="0" w:color="auto"/>
            </w:tcBorders>
          </w:tcPr>
          <w:p w14:paraId="4F8F4B37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TEHNORAJATISE PAIGALDAMISE EESMÄRK</w:t>
            </w:r>
          </w:p>
        </w:tc>
        <w:tc>
          <w:tcPr>
            <w:tcW w:w="6500" w:type="dxa"/>
            <w:tcBorders>
              <w:left w:val="single" w:sz="4" w:space="0" w:color="auto"/>
              <w:bottom w:val="single" w:sz="4" w:space="0" w:color="000000"/>
            </w:tcBorders>
          </w:tcPr>
          <w:p w14:paraId="47456069" w14:textId="77777777" w:rsidR="003C697E" w:rsidRPr="00D00E55" w:rsidRDefault="003C697E" w:rsidP="003C697E">
            <w:pPr>
              <w:rPr>
                <w:rFonts w:cs="Arial"/>
                <w:b/>
                <w:bCs/>
                <w:sz w:val="21"/>
                <w:szCs w:val="21"/>
              </w:rPr>
            </w:pPr>
          </w:p>
          <w:p w14:paraId="4B907768" w14:textId="77777777" w:rsidR="003C697E" w:rsidRPr="00D00E55" w:rsidRDefault="003C697E" w:rsidP="003C697E">
            <w:pPr>
              <w:rPr>
                <w:rFonts w:cs="Arial"/>
                <w:sz w:val="21"/>
                <w:szCs w:val="21"/>
                <w:u w:val="single"/>
              </w:rPr>
            </w:pPr>
            <w:r w:rsidRPr="00D00E55">
              <w:rPr>
                <w:rFonts w:cs="Arial"/>
                <w:b/>
                <w:bCs/>
                <w:sz w:val="21"/>
                <w:szCs w:val="21"/>
              </w:rPr>
              <w:t>Tehnovõrgu arendamine</w:t>
            </w:r>
            <w:r w:rsidRPr="00D00E55">
              <w:rPr>
                <w:rFonts w:cs="Arial"/>
                <w:sz w:val="21"/>
                <w:szCs w:val="21"/>
                <w:u w:val="single"/>
              </w:rPr>
              <w:br/>
            </w:r>
          </w:p>
        </w:tc>
      </w:tr>
      <w:tr w:rsidR="003C697E" w:rsidRPr="00D00E55" w14:paraId="4C2D0FE7" w14:textId="77777777" w:rsidTr="00125920">
        <w:trPr>
          <w:trHeight w:val="580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739A17A7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MAANTEEAMETIS KOOSKÕLASTATUD PROJEKTI 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798A5D5F" w14:textId="0C086166" w:rsidR="003C697E" w:rsidRPr="00D00E55" w:rsidRDefault="003C697E" w:rsidP="00C43B2E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Projekti nimetus ja number:</w:t>
            </w:r>
            <w:r w:rsidRPr="00903714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 xml:space="preserve"> LR</w:t>
            </w:r>
            <w:r w:rsidR="001B0C18">
              <w:rPr>
                <w:rFonts w:cs="Arial"/>
                <w:b/>
                <w:bCs/>
                <w:sz w:val="21"/>
                <w:szCs w:val="21"/>
              </w:rPr>
              <w:t>8822</w:t>
            </w:r>
            <w:r w:rsidR="005952C9" w:rsidRPr="008062B2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5952C9">
              <w:rPr>
                <w:rFonts w:cs="Arial"/>
                <w:b/>
                <w:sz w:val="21"/>
                <w:szCs w:val="21"/>
              </w:rPr>
              <w:t>„</w:t>
            </w:r>
            <w:r w:rsidR="001B0C18">
              <w:rPr>
                <w:rFonts w:cs="Arial"/>
                <w:b/>
                <w:sz w:val="21"/>
                <w:szCs w:val="21"/>
              </w:rPr>
              <w:t>Hapniku 1 võrgu rekonstrueerimine II etapp, Viljandi</w:t>
            </w:r>
            <w:r w:rsidR="00402262">
              <w:rPr>
                <w:rFonts w:cs="Arial"/>
                <w:b/>
                <w:sz w:val="21"/>
                <w:szCs w:val="21"/>
              </w:rPr>
              <w:t xml:space="preserve"> vald, Viljandi</w:t>
            </w:r>
            <w:r w:rsidR="005952C9">
              <w:rPr>
                <w:rFonts w:cs="Arial"/>
                <w:b/>
                <w:sz w:val="21"/>
                <w:szCs w:val="21"/>
              </w:rPr>
              <w:t>maa</w:t>
            </w:r>
            <w:r w:rsidR="005952C9" w:rsidRPr="00D00E55">
              <w:rPr>
                <w:rFonts w:cs="Arial"/>
                <w:b/>
                <w:bCs/>
                <w:sz w:val="21"/>
                <w:szCs w:val="21"/>
              </w:rPr>
              <w:t>“.</w:t>
            </w:r>
          </w:p>
        </w:tc>
      </w:tr>
      <w:tr w:rsidR="003C697E" w:rsidRPr="00D00E55" w14:paraId="782B55CA" w14:textId="77777777" w:rsidTr="004C151D">
        <w:trPr>
          <w:trHeight w:val="259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77C7FDA3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4E5A458F" w14:textId="02E5003C" w:rsidR="003C697E" w:rsidRPr="00D00E55" w:rsidRDefault="003C697E" w:rsidP="003F666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koostaja: </w:t>
            </w:r>
            <w:r w:rsidR="001F4440">
              <w:rPr>
                <w:rFonts w:cs="Arial"/>
                <w:b/>
                <w:bCs/>
                <w:sz w:val="21"/>
                <w:szCs w:val="21"/>
              </w:rPr>
              <w:t>Leonhard Weiss OÜ</w:t>
            </w:r>
          </w:p>
        </w:tc>
      </w:tr>
      <w:tr w:rsidR="003C697E" w:rsidRPr="00D00E55" w14:paraId="6E1C3EA2" w14:textId="77777777" w:rsidTr="00125920">
        <w:trPr>
          <w:trHeight w:val="580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3187143B" w14:textId="77777777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261FDA00" w14:textId="59C8EF58" w:rsidR="003C697E" w:rsidRPr="00D00E55" w:rsidRDefault="003C697E" w:rsidP="004844A2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Projekti </w:t>
            </w:r>
            <w:r w:rsidR="00ED24D9">
              <w:rPr>
                <w:rFonts w:cs="Arial"/>
                <w:sz w:val="21"/>
                <w:szCs w:val="21"/>
              </w:rPr>
              <w:t>Transpordi</w:t>
            </w:r>
            <w:r w:rsidRPr="00D00E55">
              <w:rPr>
                <w:rFonts w:cs="Arial"/>
                <w:sz w:val="21"/>
                <w:szCs w:val="21"/>
              </w:rPr>
              <w:t>ameti kooskõlastuse vastuskirja seosviit:</w:t>
            </w:r>
          </w:p>
          <w:p w14:paraId="2EFAFF2D" w14:textId="7BCD3149" w:rsidR="003C697E" w:rsidRPr="00D00E55" w:rsidRDefault="001B0C18" w:rsidP="003F6662">
            <w:pPr>
              <w:rPr>
                <w:rFonts w:cs="Arial"/>
                <w:b/>
                <w:sz w:val="21"/>
                <w:szCs w:val="21"/>
                <w:lang w:val="en-US"/>
              </w:rPr>
            </w:pPr>
            <w:r>
              <w:rPr>
                <w:rFonts w:cs="Arial"/>
                <w:b/>
                <w:sz w:val="21"/>
                <w:szCs w:val="21"/>
                <w:lang w:val="en-US"/>
              </w:rPr>
              <w:t>07</w:t>
            </w:r>
            <w:r w:rsidR="005952C9">
              <w:rPr>
                <w:rFonts w:cs="Arial"/>
                <w:b/>
                <w:sz w:val="21"/>
                <w:szCs w:val="21"/>
                <w:lang w:val="en-US"/>
              </w:rPr>
              <w:t>.</w:t>
            </w:r>
            <w:r w:rsidR="00402262">
              <w:rPr>
                <w:rFonts w:cs="Arial"/>
                <w:b/>
                <w:sz w:val="21"/>
                <w:szCs w:val="21"/>
                <w:lang w:val="en-US"/>
              </w:rPr>
              <w:t>11</w:t>
            </w:r>
            <w:r w:rsidR="005952C9">
              <w:rPr>
                <w:rFonts w:cs="Arial"/>
                <w:b/>
                <w:sz w:val="21"/>
                <w:szCs w:val="21"/>
                <w:lang w:val="en-US"/>
              </w:rPr>
              <w:t>.2023 nr 7.1-2/23/</w:t>
            </w:r>
            <w:r w:rsidR="00402262">
              <w:rPr>
                <w:rFonts w:cs="Arial"/>
                <w:b/>
                <w:sz w:val="21"/>
                <w:szCs w:val="21"/>
                <w:lang w:val="en-US"/>
              </w:rPr>
              <w:t>2</w:t>
            </w:r>
            <w:r>
              <w:rPr>
                <w:rFonts w:cs="Arial"/>
                <w:b/>
                <w:sz w:val="21"/>
                <w:szCs w:val="21"/>
                <w:lang w:val="en-US"/>
              </w:rPr>
              <w:t>1038</w:t>
            </w:r>
            <w:r w:rsidR="005952C9">
              <w:rPr>
                <w:rFonts w:cs="Arial"/>
                <w:b/>
                <w:sz w:val="21"/>
                <w:szCs w:val="21"/>
                <w:lang w:val="en-US"/>
              </w:rPr>
              <w:t>-</w:t>
            </w:r>
            <w:r>
              <w:rPr>
                <w:rFonts w:cs="Arial"/>
                <w:b/>
                <w:sz w:val="21"/>
                <w:szCs w:val="21"/>
                <w:lang w:val="en-US"/>
              </w:rPr>
              <w:t>4</w:t>
            </w:r>
          </w:p>
        </w:tc>
      </w:tr>
      <w:tr w:rsidR="003C697E" w:rsidRPr="00D00E55" w14:paraId="5D55EAE1" w14:textId="77777777" w:rsidTr="004C151D">
        <w:trPr>
          <w:trHeight w:val="825"/>
        </w:trPr>
        <w:tc>
          <w:tcPr>
            <w:tcW w:w="2629" w:type="dxa"/>
            <w:tcBorders>
              <w:right w:val="single" w:sz="4" w:space="0" w:color="000000"/>
            </w:tcBorders>
          </w:tcPr>
          <w:p w14:paraId="4C9BAC2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1. KOORMATAVA</w:t>
            </w:r>
          </w:p>
          <w:p w14:paraId="0B287C89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RIIGITEE ANDMED</w:t>
            </w:r>
          </w:p>
          <w:p w14:paraId="2B3E4CDE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>ANDMED:</w:t>
            </w: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017A3DD" w14:textId="77777777" w:rsidR="0044408C" w:rsidRDefault="0044408C" w:rsidP="004844A2">
            <w:pPr>
              <w:rPr>
                <w:rFonts w:cs="Arial"/>
                <w:sz w:val="21"/>
                <w:szCs w:val="21"/>
              </w:rPr>
            </w:pPr>
          </w:p>
          <w:p w14:paraId="7A565709" w14:textId="40775550" w:rsidR="003C697E" w:rsidRPr="00D00E55" w:rsidRDefault="003C697E" w:rsidP="004844A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Number ja nimetus:</w:t>
            </w:r>
            <w:r w:rsidRPr="00D00E5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053008">
              <w:rPr>
                <w:rFonts w:cs="Arial"/>
                <w:b/>
                <w:bCs/>
                <w:sz w:val="21"/>
                <w:szCs w:val="21"/>
              </w:rPr>
              <w:t>9</w:t>
            </w:r>
            <w:r w:rsidR="001B0C18">
              <w:rPr>
                <w:rFonts w:cs="Arial"/>
                <w:b/>
                <w:bCs/>
                <w:sz w:val="21"/>
                <w:szCs w:val="21"/>
              </w:rPr>
              <w:t>2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1B0C18">
              <w:rPr>
                <w:rFonts w:cs="Arial"/>
                <w:b/>
                <w:bCs/>
                <w:sz w:val="21"/>
                <w:szCs w:val="21"/>
              </w:rPr>
              <w:t>Tartu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 xml:space="preserve"> - </w:t>
            </w:r>
            <w:r w:rsidR="00053008">
              <w:rPr>
                <w:rFonts w:cs="Arial"/>
                <w:b/>
                <w:bCs/>
                <w:sz w:val="21"/>
                <w:szCs w:val="21"/>
              </w:rPr>
              <w:t>Viljandi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 xml:space="preserve"> – </w:t>
            </w:r>
            <w:r w:rsidR="00053008">
              <w:rPr>
                <w:rFonts w:cs="Arial"/>
                <w:b/>
                <w:bCs/>
                <w:sz w:val="21"/>
                <w:szCs w:val="21"/>
              </w:rPr>
              <w:t>K</w:t>
            </w:r>
            <w:r w:rsidR="001B0C18">
              <w:rPr>
                <w:rFonts w:cs="Arial"/>
                <w:b/>
                <w:bCs/>
                <w:sz w:val="21"/>
                <w:szCs w:val="21"/>
              </w:rPr>
              <w:t>ilingi</w:t>
            </w:r>
            <w:r w:rsidR="00053008">
              <w:rPr>
                <w:rFonts w:cs="Arial"/>
                <w:b/>
                <w:bCs/>
                <w:sz w:val="21"/>
                <w:szCs w:val="21"/>
              </w:rPr>
              <w:t>-N</w:t>
            </w:r>
            <w:r w:rsidR="001B0C18">
              <w:rPr>
                <w:rFonts w:cs="Arial"/>
                <w:b/>
                <w:bCs/>
                <w:sz w:val="21"/>
                <w:szCs w:val="21"/>
              </w:rPr>
              <w:t>õmme</w:t>
            </w:r>
            <w:r w:rsidR="005952C9">
              <w:rPr>
                <w:rFonts w:cs="Arial"/>
                <w:b/>
                <w:bCs/>
                <w:sz w:val="21"/>
                <w:szCs w:val="21"/>
              </w:rPr>
              <w:t xml:space="preserve"> tee</w:t>
            </w:r>
            <w:r w:rsidR="005952C9" w:rsidRPr="00D00E55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</w:p>
        </w:tc>
      </w:tr>
      <w:tr w:rsidR="003C697E" w:rsidRPr="00D00E55" w14:paraId="1C35885F" w14:textId="77777777" w:rsidTr="00125920">
        <w:trPr>
          <w:trHeight w:val="402"/>
        </w:trPr>
        <w:tc>
          <w:tcPr>
            <w:tcW w:w="2629" w:type="dxa"/>
            <w:vMerge w:val="restart"/>
            <w:tcBorders>
              <w:right w:val="single" w:sz="4" w:space="0" w:color="000000"/>
            </w:tcBorders>
          </w:tcPr>
          <w:p w14:paraId="4420A842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bookmarkStart w:id="1" w:name="_Hlk62541955"/>
            <w:r w:rsidRPr="00D00E55">
              <w:rPr>
                <w:rFonts w:cs="Arial"/>
                <w:b/>
                <w:sz w:val="21"/>
                <w:szCs w:val="21"/>
              </w:rPr>
              <w:t>1.1.</w:t>
            </w:r>
          </w:p>
          <w:p w14:paraId="33E3C2B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KATASTRIÜKSUSE </w:t>
            </w:r>
          </w:p>
          <w:p w14:paraId="43B2D9E6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  <w:r w:rsidRPr="00D00E55">
              <w:rPr>
                <w:rFonts w:cs="Arial"/>
                <w:b/>
                <w:sz w:val="21"/>
                <w:szCs w:val="21"/>
              </w:rPr>
              <w:t xml:space="preserve">ANDMED: </w:t>
            </w:r>
          </w:p>
        </w:tc>
        <w:tc>
          <w:tcPr>
            <w:tcW w:w="6500" w:type="dxa"/>
            <w:tcBorders>
              <w:left w:val="single" w:sz="4" w:space="0" w:color="000000"/>
              <w:bottom w:val="single" w:sz="4" w:space="0" w:color="auto"/>
            </w:tcBorders>
          </w:tcPr>
          <w:p w14:paraId="3F5E3574" w14:textId="04949D4D" w:rsidR="003C697E" w:rsidRPr="00D00E55" w:rsidRDefault="003C697E" w:rsidP="003F6662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Tunnus:</w:t>
            </w:r>
            <w:r w:rsidRPr="00177E7A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1B0C18">
              <w:rPr>
                <w:rFonts w:cs="Arial"/>
                <w:b/>
                <w:bCs/>
                <w:sz w:val="21"/>
                <w:szCs w:val="21"/>
              </w:rPr>
              <w:t>62904:001:0157</w:t>
            </w:r>
          </w:p>
        </w:tc>
      </w:tr>
      <w:tr w:rsidR="003C697E" w:rsidRPr="00D00E55" w14:paraId="690D6352" w14:textId="77777777" w:rsidTr="00125920">
        <w:trPr>
          <w:trHeight w:val="42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CBD6733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top w:val="single" w:sz="4" w:space="0" w:color="auto"/>
              <w:left w:val="single" w:sz="4" w:space="0" w:color="000000"/>
            </w:tcBorders>
          </w:tcPr>
          <w:p w14:paraId="192CDC55" w14:textId="12B22ACE" w:rsidR="003C697E" w:rsidRPr="00D00E55" w:rsidRDefault="003C697E" w:rsidP="001F4440">
            <w:pPr>
              <w:rPr>
                <w:rFonts w:cs="Arial"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Lähiaadress:</w:t>
            </w:r>
            <w:r w:rsidRPr="003A23BB">
              <w:rPr>
                <w:rFonts w:cs="Arial"/>
                <w:b/>
                <w:bCs/>
                <w:sz w:val="21"/>
                <w:szCs w:val="21"/>
              </w:rPr>
              <w:t xml:space="preserve"> </w:t>
            </w:r>
            <w:r w:rsidR="001B0C18">
              <w:rPr>
                <w:rFonts w:cs="Arial"/>
                <w:b/>
                <w:bCs/>
                <w:sz w:val="21"/>
                <w:szCs w:val="21"/>
              </w:rPr>
              <w:t>92 Tartu - Viljandi – Kilingi-Nõmme tee</w:t>
            </w:r>
          </w:p>
        </w:tc>
      </w:tr>
      <w:tr w:rsidR="003C697E" w:rsidRPr="00D00E55" w14:paraId="6951443C" w14:textId="77777777" w:rsidTr="00125920">
        <w:trPr>
          <w:trHeight w:val="382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1A834B4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CFAB727" w14:textId="57230C8E" w:rsidR="003C697E" w:rsidRPr="00D00E55" w:rsidRDefault="003C697E" w:rsidP="001F4440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 xml:space="preserve">Riigi kinnisvararegistri objekti kood: </w:t>
            </w:r>
            <w:r w:rsidR="00CE27FB" w:rsidRPr="00CE27FB">
              <w:rPr>
                <w:rFonts w:cs="Arial"/>
                <w:b/>
                <w:bCs/>
                <w:sz w:val="21"/>
                <w:szCs w:val="21"/>
              </w:rPr>
              <w:t>KV</w:t>
            </w:r>
            <w:r w:rsidR="001B0C18">
              <w:rPr>
                <w:rFonts w:cs="Arial"/>
                <w:b/>
                <w:bCs/>
                <w:sz w:val="21"/>
                <w:szCs w:val="21"/>
              </w:rPr>
              <w:t>40877</w:t>
            </w:r>
          </w:p>
        </w:tc>
      </w:tr>
      <w:tr w:rsidR="003C697E" w:rsidRPr="00D00E55" w14:paraId="2006F7ED" w14:textId="77777777" w:rsidTr="004C151D">
        <w:trPr>
          <w:trHeight w:val="173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6DB38F61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6D423563" w14:textId="2D40F2EE" w:rsidR="003C697E" w:rsidRPr="00D00E55" w:rsidRDefault="003C697E" w:rsidP="00B53AAB">
            <w:pPr>
              <w:rPr>
                <w:rFonts w:cs="Arial"/>
                <w:b/>
                <w:bCs/>
                <w:sz w:val="21"/>
                <w:szCs w:val="21"/>
              </w:rPr>
            </w:pPr>
            <w:r w:rsidRPr="00D00E55">
              <w:rPr>
                <w:rFonts w:cs="Arial"/>
                <w:sz w:val="21"/>
                <w:szCs w:val="21"/>
              </w:rPr>
              <w:t>Kinnistusraamatu registriosa nr:</w:t>
            </w:r>
            <w:r w:rsidRPr="00A1710C">
              <w:rPr>
                <w:rFonts w:cs="Arial"/>
                <w:b/>
                <w:bCs/>
                <w:iCs/>
                <w:sz w:val="21"/>
                <w:szCs w:val="21"/>
              </w:rPr>
              <w:t xml:space="preserve"> </w:t>
            </w:r>
            <w:r w:rsidR="00053008">
              <w:rPr>
                <w:rFonts w:cs="Arial"/>
                <w:b/>
                <w:bCs/>
                <w:iCs/>
                <w:sz w:val="21"/>
                <w:szCs w:val="21"/>
              </w:rPr>
              <w:t>1</w:t>
            </w:r>
            <w:r w:rsidR="001B0C18">
              <w:rPr>
                <w:rFonts w:cs="Arial"/>
                <w:b/>
                <w:bCs/>
                <w:iCs/>
                <w:sz w:val="21"/>
                <w:szCs w:val="21"/>
              </w:rPr>
              <w:t>3386850</w:t>
            </w:r>
          </w:p>
        </w:tc>
      </w:tr>
      <w:tr w:rsidR="003C697E" w:rsidRPr="00D00E55" w14:paraId="5DEA5556" w14:textId="77777777" w:rsidTr="004C151D">
        <w:trPr>
          <w:trHeight w:val="237"/>
        </w:trPr>
        <w:tc>
          <w:tcPr>
            <w:tcW w:w="2629" w:type="dxa"/>
            <w:vMerge/>
            <w:tcBorders>
              <w:right w:val="single" w:sz="4" w:space="0" w:color="000000"/>
            </w:tcBorders>
          </w:tcPr>
          <w:p w14:paraId="4661F45F" w14:textId="77777777" w:rsidR="003C697E" w:rsidRPr="00D00E55" w:rsidRDefault="003C697E" w:rsidP="004844A2">
            <w:pPr>
              <w:rPr>
                <w:rFonts w:cs="Arial"/>
                <w:b/>
                <w:sz w:val="21"/>
                <w:szCs w:val="21"/>
              </w:rPr>
            </w:pPr>
          </w:p>
        </w:tc>
        <w:tc>
          <w:tcPr>
            <w:tcW w:w="6500" w:type="dxa"/>
            <w:tcBorders>
              <w:left w:val="single" w:sz="4" w:space="0" w:color="000000"/>
            </w:tcBorders>
          </w:tcPr>
          <w:p w14:paraId="1A1976AC" w14:textId="6A64CF4E" w:rsidR="003C697E" w:rsidRPr="00D00E55" w:rsidRDefault="001F4440" w:rsidP="00B53AAB">
            <w:pPr>
              <w:rPr>
                <w:rFonts w:cs="Arial"/>
                <w:b/>
                <w:bCs/>
                <w:sz w:val="21"/>
                <w:szCs w:val="21"/>
              </w:rPr>
            </w:pPr>
            <w:r>
              <w:rPr>
                <w:rFonts w:cs="Arial"/>
                <w:b/>
                <w:bCs/>
                <w:sz w:val="21"/>
                <w:szCs w:val="21"/>
              </w:rPr>
              <w:t>Elektri</w:t>
            </w:r>
            <w:r w:rsidR="00125920" w:rsidRPr="00D00E55">
              <w:rPr>
                <w:rFonts w:cs="Arial"/>
                <w:b/>
                <w:bCs/>
                <w:sz w:val="21"/>
                <w:szCs w:val="21"/>
              </w:rPr>
              <w:t xml:space="preserve">paigaldis – </w:t>
            </w:r>
            <w:r>
              <w:rPr>
                <w:rFonts w:cs="Arial"/>
                <w:b/>
                <w:bCs/>
                <w:sz w:val="21"/>
                <w:szCs w:val="21"/>
              </w:rPr>
              <w:t xml:space="preserve">elektri </w:t>
            </w:r>
            <w:r w:rsidR="00977504">
              <w:rPr>
                <w:rFonts w:cs="Arial"/>
                <w:b/>
                <w:bCs/>
                <w:sz w:val="21"/>
                <w:szCs w:val="21"/>
              </w:rPr>
              <w:t>maakaabelliin</w:t>
            </w:r>
          </w:p>
        </w:tc>
      </w:tr>
      <w:bookmarkEnd w:id="1"/>
    </w:tbl>
    <w:p w14:paraId="4D3E3240" w14:textId="6A306436" w:rsidR="00B53AAB" w:rsidRDefault="00B53AAB">
      <w:pPr>
        <w:rPr>
          <w:rFonts w:ascii="Times New Roman" w:hAnsi="Times New Roman"/>
          <w:lang w:val="et-EE"/>
        </w:rPr>
      </w:pPr>
    </w:p>
    <w:p w14:paraId="614995A1" w14:textId="7B3C2401" w:rsidR="00E014E3" w:rsidRPr="00E631EC" w:rsidRDefault="00E014E3" w:rsidP="00E014E3">
      <w:pPr>
        <w:rPr>
          <w:rFonts w:ascii="Times New Roman" w:hAnsi="Times New Roman"/>
          <w:lang w:val="et-EE"/>
        </w:rPr>
      </w:pPr>
      <w:r w:rsidRPr="00E631EC">
        <w:rPr>
          <w:rFonts w:ascii="Times New Roman" w:hAnsi="Times New Roman"/>
          <w:lang w:val="et-EE"/>
        </w:rPr>
        <w:t>/allkirjastatud digitaalselt/</w:t>
      </w:r>
    </w:p>
    <w:p w14:paraId="5BC2FF06" w14:textId="4B070E80" w:rsidR="004C151D" w:rsidRPr="00EA15FF" w:rsidRDefault="00F840E2" w:rsidP="003A23BB">
      <w:pPr>
        <w:spacing w:before="100" w:beforeAutospacing="1" w:after="100" w:afterAutospacing="1"/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</w:pPr>
      <w:r w:rsidRPr="00F840E2">
        <w:rPr>
          <w:rFonts w:ascii="Calibri" w:eastAsia="Calibri" w:hAnsi="Calibri" w:cs="Calibri"/>
          <w:b/>
          <w:bCs/>
          <w:color w:val="FF0000"/>
          <w:sz w:val="22"/>
          <w:szCs w:val="22"/>
          <w:lang w:val="en" w:eastAsia="et-EE"/>
        </w:rPr>
        <w:t>Kaido Kivisild</w:t>
      </w:r>
      <w:r w:rsidRPr="00F840E2">
        <w:rPr>
          <w:rFonts w:ascii="Calibri" w:eastAsia="Calibri" w:hAnsi="Calibri" w:cs="Calibri"/>
          <w:b/>
          <w:bCs/>
          <w:color w:val="000000"/>
          <w:sz w:val="22"/>
          <w:szCs w:val="22"/>
          <w:lang w:val="en" w:eastAsia="et-EE"/>
        </w:rPr>
        <w:t xml:space="preserve"> 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br/>
      </w:r>
      <w:r w:rsidR="003A23BB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s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petsialist</w:t>
      </w:r>
      <w:r w:rsidR="00EA15FF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/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>Eesti Energia/Õigusteenistus/Maateenused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br/>
        <w:t xml:space="preserve">+372 510 5657 | </w:t>
      </w:r>
      <w:hyperlink r:id="rId11" w:history="1">
        <w:r w:rsidR="00B53AAB" w:rsidRPr="00E86AF4">
          <w:rPr>
            <w:rStyle w:val="Hyperlink"/>
            <w:rFonts w:ascii="Calibri" w:eastAsia="Calibri" w:hAnsi="Calibri" w:cs="Calibri"/>
            <w:sz w:val="22"/>
            <w:szCs w:val="22"/>
            <w:lang w:val="en" w:eastAsia="et-EE"/>
          </w:rPr>
          <w:t>kaido.kivisild@energia.ee</w:t>
        </w:r>
      </w:hyperlink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br/>
        <w:t>Tomuski tee 2, M</w:t>
      </w:r>
      <w:r w:rsidRPr="00F840E2">
        <w:rPr>
          <w:rFonts w:ascii="Calibri" w:eastAsia="Calibri" w:hAnsi="Calibri" w:cs="Calibri"/>
          <w:sz w:val="22"/>
          <w:szCs w:val="22"/>
          <w:lang w:val="en" w:eastAsia="et-EE"/>
        </w:rPr>
        <w:t>ustivere</w:t>
      </w:r>
      <w:r w:rsidRPr="00F840E2">
        <w:rPr>
          <w:rFonts w:ascii="Calibri" w:eastAsia="Calibri" w:hAnsi="Calibri" w:cs="Calibri"/>
          <w:color w:val="000000"/>
          <w:sz w:val="22"/>
          <w:szCs w:val="22"/>
          <w:lang w:val="en" w:eastAsia="et-EE"/>
        </w:rPr>
        <w:t xml:space="preserve"> küla, Viljandi vald | </w:t>
      </w:r>
      <w:hyperlink r:id="rId12" w:history="1">
        <w:r w:rsidRPr="00F840E2">
          <w:rPr>
            <w:rFonts w:ascii="Calibri" w:eastAsia="Calibri" w:hAnsi="Calibri" w:cs="Calibri"/>
            <w:color w:val="000000"/>
            <w:sz w:val="22"/>
            <w:szCs w:val="22"/>
            <w:lang w:val="en" w:eastAsia="et-EE"/>
          </w:rPr>
          <w:t>energia.ee</w:t>
        </w:r>
      </w:hyperlink>
      <w:r w:rsidR="00E014E3" w:rsidRPr="00E631EC">
        <w:rPr>
          <w:rFonts w:ascii="Times New Roman" w:hAnsi="Times New Roman"/>
          <w:lang w:val="et-EE"/>
        </w:rPr>
        <w:t xml:space="preserve"> </w:t>
      </w:r>
    </w:p>
    <w:sectPr w:rsidR="004C151D" w:rsidRPr="00EA15FF" w:rsidSect="009C6051">
      <w:headerReference w:type="first" r:id="rId13"/>
      <w:footerReference w:type="first" r:id="rId14"/>
      <w:pgSz w:w="11900" w:h="16840"/>
      <w:pgMar w:top="1950" w:right="964" w:bottom="1440" w:left="1797" w:header="709" w:footer="181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E1B0A52" w14:textId="77777777" w:rsidR="004844A2" w:rsidRDefault="004844A2">
      <w:r>
        <w:separator/>
      </w:r>
    </w:p>
  </w:endnote>
  <w:endnote w:type="continuationSeparator" w:id="0">
    <w:p w14:paraId="277B4F35" w14:textId="77777777" w:rsidR="004844A2" w:rsidRDefault="00484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1" w:rightFromText="181" w:vertAnchor="page" w:horzAnchor="page" w:tblpX="5217" w:tblpY="15027"/>
      <w:tblOverlap w:val="never"/>
      <w:tblW w:w="0" w:type="auto"/>
      <w:tblLook w:val="0000" w:firstRow="0" w:lastRow="0" w:firstColumn="0" w:lastColumn="0" w:noHBand="0" w:noVBand="0"/>
    </w:tblPr>
    <w:tblGrid>
      <w:gridCol w:w="3794"/>
      <w:gridCol w:w="2126"/>
    </w:tblGrid>
    <w:tr w:rsidR="004844A2" w:rsidRPr="0098637E" w14:paraId="196AE2FD" w14:textId="77777777" w:rsidTr="0098637E">
      <w:tc>
        <w:tcPr>
          <w:tcW w:w="3794" w:type="dxa"/>
        </w:tcPr>
        <w:p w14:paraId="10C6D41D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br/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EESTI ENERGIA AS</w:t>
          </w:r>
        </w:p>
      </w:tc>
      <w:tc>
        <w:tcPr>
          <w:tcW w:w="2126" w:type="dxa"/>
        </w:tcPr>
        <w:p w14:paraId="36C407C5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jc w:val="right"/>
            <w:rPr>
              <w:rFonts w:eastAsia="Cambria" w:cs="Arial"/>
              <w:color w:val="000000"/>
              <w:sz w:val="18"/>
              <w:lang w:val="lv-LV"/>
            </w:rPr>
          </w:pPr>
        </w:p>
      </w:tc>
    </w:tr>
    <w:tr w:rsidR="004844A2" w:rsidRPr="0098637E" w14:paraId="77CB0B8E" w14:textId="77777777" w:rsidTr="0098637E">
      <w:tc>
        <w:tcPr>
          <w:tcW w:w="3794" w:type="dxa"/>
        </w:tcPr>
        <w:p w14:paraId="3492D642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Lelle 22, 11318</w:t>
          </w: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Tallinn</w:t>
          </w:r>
        </w:p>
        <w:p w14:paraId="00326D5C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Tel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5 2222</w:t>
          </w:r>
        </w:p>
        <w:p w14:paraId="299A0B8F" w14:textId="77777777" w:rsidR="004844A2" w:rsidRPr="0098637E" w:rsidRDefault="004844A2" w:rsidP="0098637E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Faks 46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5 2200</w:t>
          </w:r>
        </w:p>
      </w:tc>
      <w:tc>
        <w:tcPr>
          <w:tcW w:w="2126" w:type="dxa"/>
        </w:tcPr>
        <w:p w14:paraId="15BA3C14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>
            <w:rPr>
              <w:rFonts w:eastAsia="Cambria" w:cs="Arial"/>
              <w:color w:val="000000"/>
              <w:sz w:val="16"/>
              <w:szCs w:val="16"/>
              <w:lang w:val="lv-LV"/>
            </w:rPr>
            <w:t>Reg. kood</w:t>
          </w: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 xml:space="preserve"> 10421629</w:t>
          </w:r>
        </w:p>
        <w:p w14:paraId="249F85F0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info@energia.ee</w:t>
          </w:r>
        </w:p>
        <w:p w14:paraId="16E20448" w14:textId="77777777" w:rsidR="004844A2" w:rsidRPr="0098637E" w:rsidRDefault="004844A2" w:rsidP="00E461B2">
          <w:pPr>
            <w:pStyle w:val="Footer"/>
            <w:tabs>
              <w:tab w:val="left" w:pos="2835"/>
              <w:tab w:val="left" w:pos="4962"/>
              <w:tab w:val="left" w:pos="7088"/>
            </w:tabs>
            <w:spacing w:before="12"/>
            <w:jc w:val="right"/>
            <w:rPr>
              <w:rFonts w:eastAsia="Cambria" w:cs="Arial"/>
              <w:color w:val="000000"/>
              <w:sz w:val="16"/>
              <w:szCs w:val="16"/>
              <w:lang w:val="lv-LV"/>
            </w:rPr>
          </w:pPr>
          <w:r w:rsidRPr="0098637E">
            <w:rPr>
              <w:rFonts w:eastAsia="Cambria" w:cs="Arial"/>
              <w:color w:val="000000"/>
              <w:sz w:val="16"/>
              <w:szCs w:val="16"/>
              <w:lang w:val="lv-LV"/>
            </w:rPr>
            <w:t>www.energia.ee</w:t>
          </w:r>
        </w:p>
      </w:tc>
    </w:tr>
  </w:tbl>
  <w:p w14:paraId="438738C7" w14:textId="77777777" w:rsidR="004844A2" w:rsidRPr="0098637E" w:rsidRDefault="004844A2">
    <w:pPr>
      <w:pStyle w:val="Footer"/>
      <w:rPr>
        <w:rFonts w:cs="Arial"/>
      </w:rPr>
    </w:pPr>
    <w:r>
      <w:rPr>
        <w:noProof/>
        <w:lang w:val="et-EE" w:eastAsia="et-EE"/>
      </w:rPr>
      <w:drawing>
        <wp:anchor distT="0" distB="0" distL="114300" distR="114300" simplePos="0" relativeHeight="251657216" behindDoc="1" locked="0" layoutInCell="1" allowOverlap="1" wp14:anchorId="3E30D661" wp14:editId="729D1EFA">
          <wp:simplePos x="0" y="0"/>
          <wp:positionH relativeFrom="column">
            <wp:posOffset>-1150620</wp:posOffset>
          </wp:positionH>
          <wp:positionV relativeFrom="paragraph">
            <wp:posOffset>291465</wp:posOffset>
          </wp:positionV>
          <wp:extent cx="7585075" cy="1046480"/>
          <wp:effectExtent l="0" t="0" r="0" b="1270"/>
          <wp:wrapNone/>
          <wp:docPr id="4" name="Picture 4" descr="jalu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jalu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5075" cy="10464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25EC05" w14:textId="77777777" w:rsidR="004844A2" w:rsidRDefault="004844A2">
      <w:r>
        <w:separator/>
      </w:r>
    </w:p>
  </w:footnote>
  <w:footnote w:type="continuationSeparator" w:id="0">
    <w:p w14:paraId="749A9F80" w14:textId="77777777" w:rsidR="004844A2" w:rsidRDefault="004844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C6D924" w14:textId="77777777" w:rsidR="004844A2" w:rsidRDefault="004844A2">
    <w:pPr>
      <w:pStyle w:val="Header"/>
    </w:pPr>
    <w:r>
      <w:rPr>
        <w:noProof/>
        <w:lang w:val="et-EE" w:eastAsia="et-EE"/>
      </w:rPr>
      <w:drawing>
        <wp:anchor distT="0" distB="0" distL="114300" distR="114300" simplePos="0" relativeHeight="251658240" behindDoc="1" locked="1" layoutInCell="1" allowOverlap="1" wp14:anchorId="3EDED7A1" wp14:editId="06030DB0">
          <wp:simplePos x="0" y="0"/>
          <wp:positionH relativeFrom="page">
            <wp:posOffset>5233670</wp:posOffset>
          </wp:positionH>
          <wp:positionV relativeFrom="page">
            <wp:posOffset>433070</wp:posOffset>
          </wp:positionV>
          <wp:extent cx="1889760" cy="654050"/>
          <wp:effectExtent l="0" t="0" r="0" b="0"/>
          <wp:wrapNone/>
          <wp:docPr id="5" name="Picture 5" descr="logo_corner_smal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corner_smal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89760" cy="654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9CAC1B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67B03A0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6268B90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0FC8C60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A10E49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5972DDF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1AADEA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CE6E01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0EFAD7C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1076D5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5AEC6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0E77311"/>
    <w:multiLevelType w:val="hybridMultilevel"/>
    <w:tmpl w:val="7B98087C"/>
    <w:lvl w:ilvl="0" w:tplc="52FE3A72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76637F"/>
    <w:multiLevelType w:val="hybridMultilevel"/>
    <w:tmpl w:val="5FBADEF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E44BD8"/>
    <w:multiLevelType w:val="hybridMultilevel"/>
    <w:tmpl w:val="6AD254A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49627277">
    <w:abstractNumId w:val="10"/>
  </w:num>
  <w:num w:numId="2" w16cid:durableId="482309656">
    <w:abstractNumId w:val="8"/>
  </w:num>
  <w:num w:numId="3" w16cid:durableId="1008751329">
    <w:abstractNumId w:val="7"/>
  </w:num>
  <w:num w:numId="4" w16cid:durableId="329913425">
    <w:abstractNumId w:val="6"/>
  </w:num>
  <w:num w:numId="5" w16cid:durableId="2145659766">
    <w:abstractNumId w:val="5"/>
  </w:num>
  <w:num w:numId="6" w16cid:durableId="1694576925">
    <w:abstractNumId w:val="9"/>
  </w:num>
  <w:num w:numId="7" w16cid:durableId="185213194">
    <w:abstractNumId w:val="4"/>
  </w:num>
  <w:num w:numId="8" w16cid:durableId="935093102">
    <w:abstractNumId w:val="3"/>
  </w:num>
  <w:num w:numId="9" w16cid:durableId="1394695452">
    <w:abstractNumId w:val="2"/>
  </w:num>
  <w:num w:numId="10" w16cid:durableId="406535009">
    <w:abstractNumId w:val="1"/>
  </w:num>
  <w:num w:numId="11" w16cid:durableId="517937780">
    <w:abstractNumId w:val="0"/>
  </w:num>
  <w:num w:numId="12" w16cid:durableId="1870877557">
    <w:abstractNumId w:val="13"/>
  </w:num>
  <w:num w:numId="13" w16cid:durableId="833036670">
    <w:abstractNumId w:val="11"/>
  </w:num>
  <w:num w:numId="14" w16cid:durableId="7552479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ttachedTemplate r:id="rId1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D3F"/>
    <w:rsid w:val="00004098"/>
    <w:rsid w:val="000434DC"/>
    <w:rsid w:val="00053008"/>
    <w:rsid w:val="00056F6B"/>
    <w:rsid w:val="00066945"/>
    <w:rsid w:val="00074339"/>
    <w:rsid w:val="00081FC4"/>
    <w:rsid w:val="00085F20"/>
    <w:rsid w:val="000A5CCA"/>
    <w:rsid w:val="000B739A"/>
    <w:rsid w:val="00112A50"/>
    <w:rsid w:val="001159C3"/>
    <w:rsid w:val="00125920"/>
    <w:rsid w:val="00167B4C"/>
    <w:rsid w:val="00177E7A"/>
    <w:rsid w:val="00197FFB"/>
    <w:rsid w:val="001B0C18"/>
    <w:rsid w:val="001C1176"/>
    <w:rsid w:val="001E137E"/>
    <w:rsid w:val="001F281F"/>
    <w:rsid w:val="001F4440"/>
    <w:rsid w:val="00202E93"/>
    <w:rsid w:val="00202F21"/>
    <w:rsid w:val="00241740"/>
    <w:rsid w:val="00294E39"/>
    <w:rsid w:val="002E0284"/>
    <w:rsid w:val="002E1F8E"/>
    <w:rsid w:val="002E2463"/>
    <w:rsid w:val="00310799"/>
    <w:rsid w:val="003120C0"/>
    <w:rsid w:val="003256E4"/>
    <w:rsid w:val="00370E7A"/>
    <w:rsid w:val="003A23BB"/>
    <w:rsid w:val="003B2301"/>
    <w:rsid w:val="003C697E"/>
    <w:rsid w:val="003E49FA"/>
    <w:rsid w:val="003F0D3F"/>
    <w:rsid w:val="003F6662"/>
    <w:rsid w:val="00402262"/>
    <w:rsid w:val="004272A3"/>
    <w:rsid w:val="0044408C"/>
    <w:rsid w:val="004475AB"/>
    <w:rsid w:val="004844A2"/>
    <w:rsid w:val="00485EF6"/>
    <w:rsid w:val="0049207F"/>
    <w:rsid w:val="004A49E9"/>
    <w:rsid w:val="004C151D"/>
    <w:rsid w:val="004E273C"/>
    <w:rsid w:val="004E4258"/>
    <w:rsid w:val="004F3B24"/>
    <w:rsid w:val="00531E0D"/>
    <w:rsid w:val="005952C9"/>
    <w:rsid w:val="005A1A54"/>
    <w:rsid w:val="005C00F7"/>
    <w:rsid w:val="006165B9"/>
    <w:rsid w:val="006170E8"/>
    <w:rsid w:val="0064512F"/>
    <w:rsid w:val="006A4257"/>
    <w:rsid w:val="006B4E07"/>
    <w:rsid w:val="006D2A93"/>
    <w:rsid w:val="006D5424"/>
    <w:rsid w:val="006F32B2"/>
    <w:rsid w:val="00700C66"/>
    <w:rsid w:val="007712F6"/>
    <w:rsid w:val="00781246"/>
    <w:rsid w:val="007A59AB"/>
    <w:rsid w:val="007D0A82"/>
    <w:rsid w:val="007E572F"/>
    <w:rsid w:val="00841FA1"/>
    <w:rsid w:val="008A7B36"/>
    <w:rsid w:val="008C4F88"/>
    <w:rsid w:val="008F5561"/>
    <w:rsid w:val="00903714"/>
    <w:rsid w:val="00910E3A"/>
    <w:rsid w:val="00966F5D"/>
    <w:rsid w:val="00977504"/>
    <w:rsid w:val="0098637E"/>
    <w:rsid w:val="009C6051"/>
    <w:rsid w:val="009E7312"/>
    <w:rsid w:val="00A1209E"/>
    <w:rsid w:val="00A1710C"/>
    <w:rsid w:val="00A52EC2"/>
    <w:rsid w:val="00A540D6"/>
    <w:rsid w:val="00A629B7"/>
    <w:rsid w:val="00AA3134"/>
    <w:rsid w:val="00AA7A21"/>
    <w:rsid w:val="00AB77FA"/>
    <w:rsid w:val="00AC4D45"/>
    <w:rsid w:val="00AE6798"/>
    <w:rsid w:val="00B04FBC"/>
    <w:rsid w:val="00B34061"/>
    <w:rsid w:val="00B52279"/>
    <w:rsid w:val="00B53AAB"/>
    <w:rsid w:val="00BB17A7"/>
    <w:rsid w:val="00C277E4"/>
    <w:rsid w:val="00C43B2E"/>
    <w:rsid w:val="00C543C6"/>
    <w:rsid w:val="00CE27FB"/>
    <w:rsid w:val="00D00E55"/>
    <w:rsid w:val="00D0729B"/>
    <w:rsid w:val="00D56A6D"/>
    <w:rsid w:val="00DD5138"/>
    <w:rsid w:val="00E00BE0"/>
    <w:rsid w:val="00E014E3"/>
    <w:rsid w:val="00E1787F"/>
    <w:rsid w:val="00E461B2"/>
    <w:rsid w:val="00E82685"/>
    <w:rsid w:val="00EA15FF"/>
    <w:rsid w:val="00EB19D9"/>
    <w:rsid w:val="00EC413D"/>
    <w:rsid w:val="00ED0B07"/>
    <w:rsid w:val="00ED24D9"/>
    <w:rsid w:val="00F01C88"/>
    <w:rsid w:val="00F31AB4"/>
    <w:rsid w:val="00F35D97"/>
    <w:rsid w:val="00F40BF6"/>
    <w:rsid w:val="00F840E2"/>
    <w:rsid w:val="00FA7F29"/>
    <w:rsid w:val="00FF594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4:docId w14:val="56D7B4CA"/>
  <w14:defaultImageDpi w14:val="330"/>
  <w15:chartTrackingRefBased/>
  <w15:docId w15:val="{5BC4A658-3B0B-45BC-B7C9-3DCE9CEDCE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44A2"/>
    <w:rPr>
      <w:sz w:val="24"/>
      <w:szCs w:val="24"/>
      <w:lang w:val="cs-CZ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02D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02D35"/>
  </w:style>
  <w:style w:type="paragraph" w:styleId="Footer">
    <w:name w:val="footer"/>
    <w:basedOn w:val="Normal"/>
    <w:link w:val="FooterChar"/>
    <w:unhideWhenUsed/>
    <w:rsid w:val="00F02D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02D35"/>
  </w:style>
  <w:style w:type="table" w:styleId="TableGrid">
    <w:name w:val="Table Grid"/>
    <w:basedOn w:val="TableNormal"/>
    <w:uiPriority w:val="59"/>
    <w:rsid w:val="003120C0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120C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4F8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4F88"/>
    <w:rPr>
      <w:rFonts w:ascii="Segoe UI" w:hAnsi="Segoe UI" w:cs="Segoe UI"/>
      <w:sz w:val="18"/>
      <w:szCs w:val="18"/>
      <w:lang w:val="cs-CZ" w:eastAsia="en-US"/>
    </w:rPr>
  </w:style>
  <w:style w:type="character" w:styleId="Hyperlink">
    <w:name w:val="Hyperlink"/>
    <w:uiPriority w:val="99"/>
    <w:unhideWhenUsed/>
    <w:rsid w:val="005A1A54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840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0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energia.ee/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aido.kivisild@energia.ee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iia.Koel\OneDrive%20-%20Energia.ee\N&#213;USOLEKUD\N&#245;usolek_Tempa_020120.doc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3B019446501BF4B9DEAAE792B7DCAE9" ma:contentTypeVersion="2" ma:contentTypeDescription="Create a new document." ma:contentTypeScope="" ma:versionID="2d2acbd8f09c523edaa90085bc4da4db">
  <xsd:schema xmlns:xsd="http://www.w3.org/2001/XMLSchema" xmlns:xs="http://www.w3.org/2001/XMLSchema" xmlns:p="http://schemas.microsoft.com/office/2006/metadata/properties" xmlns:ns3="27f8d44a-9160-4530-a9e4-af33f7738a10" targetNamespace="http://schemas.microsoft.com/office/2006/metadata/properties" ma:root="true" ma:fieldsID="56f9d46d3ca63287b87b0e996fb26095" ns3:_="">
    <xsd:import namespace="27f8d44a-9160-4530-a9e4-af33f7738a1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f8d44a-9160-4530-a9e4-af33f7738a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2B44B54-2CF2-4407-8E43-6B86B86BC73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f8d44a-9160-4530-a9e4-af33f7738a1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4A58F8-713D-48AB-9EBE-D4BE7602302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C560977-0E09-4A38-B1B1-EC8AFC9022E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4676572-F240-4BD4-9FD9-18355725F7ED}">
  <ds:schemaRefs>
    <ds:schemaRef ds:uri="http://purl.org/dc/dcmitype/"/>
    <ds:schemaRef ds:uri="http://schemas.microsoft.com/office/infopath/2007/PartnerControls"/>
    <ds:schemaRef ds:uri="http://purl.org/dc/elements/1.1/"/>
    <ds:schemaRef ds:uri="http://www.w3.org/XML/1998/namespace"/>
    <ds:schemaRef ds:uri="http://schemas.microsoft.com/office/2006/metadata/propertie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27f8d44a-9160-4530-a9e4-af33f7738a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Nõusolek_Tempa_020120.doc.dot</Template>
  <TotalTime>5</TotalTime>
  <Pages>1</Pages>
  <Words>167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Kreatiff</Company>
  <LinksUpToDate>false</LinksUpToDate>
  <CharactersWithSpaces>1697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Tiia Koel</dc:creator>
  <cp:keywords/>
  <cp:lastModifiedBy>Kaido Kivisild</cp:lastModifiedBy>
  <cp:revision>3</cp:revision>
  <cp:lastPrinted>2023-07-25T11:54:00Z</cp:lastPrinted>
  <dcterms:created xsi:type="dcterms:W3CDTF">2024-01-26T14:07:00Z</dcterms:created>
  <dcterms:modified xsi:type="dcterms:W3CDTF">2024-01-26T14:08:00Z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0x01010063B019446501BF4B9DEAAE792B7DCAE9</vt:lpwstr>
  </property>
</Properties>
</file>